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26E" w:rsidRPr="00B45BE1" w:rsidRDefault="0062626E" w:rsidP="00B45BE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Toc370894787"/>
    </w:p>
    <w:bookmarkEnd w:id="0"/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3366FF"/>
          <w:sz w:val="28"/>
          <w:szCs w:val="28"/>
          <w:lang w:val="ro-RO"/>
        </w:rPr>
      </w:pPr>
    </w:p>
    <w:p w:rsidR="0062626E" w:rsidRPr="00116240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LETTER OF PARTNERSHIP INTENT</w:t>
      </w:r>
    </w:p>
    <w:p w:rsidR="0062626E" w:rsidRDefault="0062626E" w:rsidP="00E52A36">
      <w:pPr>
        <w:tabs>
          <w:tab w:val="left" w:pos="3315"/>
        </w:tabs>
        <w:spacing w:before="120" w:after="12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bg-BG"/>
        </w:rPr>
      </w:pPr>
    </w:p>
    <w:p w:rsidR="0062626E" w:rsidRPr="00116240" w:rsidRDefault="0062626E" w:rsidP="00116240">
      <w:pPr>
        <w:tabs>
          <w:tab w:val="left" w:pos="3315"/>
        </w:tabs>
        <w:spacing w:after="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>
        <w:rPr>
          <w:rFonts w:ascii="Arial Narrow" w:hAnsi="Arial Narrow"/>
          <w:b/>
          <w:color w:val="000080"/>
          <w:sz w:val="28"/>
          <w:szCs w:val="28"/>
        </w:rPr>
        <w:t xml:space="preserve">within the </w:t>
      </w: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Programme BG08 “Cultural Heritage and Contemporary Arts”</w:t>
      </w:r>
    </w:p>
    <w:p w:rsidR="0062626E" w:rsidRPr="00116240" w:rsidRDefault="0062626E" w:rsidP="00116240">
      <w:pPr>
        <w:spacing w:after="0" w:line="240" w:lineRule="auto"/>
        <w:jc w:val="center"/>
        <w:rPr>
          <w:rFonts w:ascii="Arial Narrow" w:hAnsi="Arial Narrow"/>
          <w:b/>
          <w:color w:val="000080"/>
          <w:sz w:val="28"/>
          <w:szCs w:val="28"/>
          <w:lang w:val="ro-RO"/>
        </w:rPr>
      </w:pPr>
      <w:r w:rsidRPr="00116240">
        <w:rPr>
          <w:rFonts w:ascii="Arial Narrow" w:hAnsi="Arial Narrow"/>
          <w:b/>
          <w:color w:val="000080"/>
          <w:sz w:val="28"/>
          <w:szCs w:val="28"/>
          <w:lang w:val="ro-RO"/>
        </w:rPr>
        <w:t>under the EEA Financial Mechanism 2009-2014</w:t>
      </w:r>
    </w:p>
    <w:p w:rsidR="0062626E" w:rsidRPr="00116240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ind w:firstLine="720"/>
        <w:jc w:val="center"/>
        <w:rPr>
          <w:rFonts w:ascii="Arial Narrow" w:hAnsi="Arial Narrow"/>
          <w:sz w:val="24"/>
          <w:szCs w:val="24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 w:rsidRPr="0055579B">
        <w:rPr>
          <w:rFonts w:ascii="Arial Narrow" w:hAnsi="Arial Narrow"/>
          <w:lang w:eastAsia="zh-CN"/>
        </w:rPr>
        <w:t>T</w:t>
      </w:r>
      <w:r>
        <w:rPr>
          <w:rFonts w:ascii="Arial Narrow" w:hAnsi="Arial Narrow"/>
          <w:lang w:eastAsia="zh-CN"/>
        </w:rPr>
        <w:t>oday …………….. in ……………… between: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 xml:space="preserve">…………………………………………. [name of the </w:t>
      </w:r>
      <w:r w:rsidRPr="00116240">
        <w:rPr>
          <w:rFonts w:ascii="Arial Narrow" w:hAnsi="Arial Narrow"/>
          <w:b/>
          <w:lang w:eastAsia="zh-CN"/>
        </w:rPr>
        <w:t>Applicant/</w:t>
      </w:r>
      <w:r w:rsidRPr="008419EF">
        <w:rPr>
          <w:rFonts w:ascii="Arial Narrow" w:hAnsi="Arial Narrow"/>
          <w:b/>
          <w:lang w:eastAsia="zh-CN"/>
        </w:rPr>
        <w:t>Project Promoter</w:t>
      </w:r>
      <w:r>
        <w:rPr>
          <w:rFonts w:ascii="Arial Narrow" w:hAnsi="Arial Narrow"/>
          <w:lang w:eastAsia="zh-CN"/>
        </w:rPr>
        <w:t>] with registration number ……………………..………………………….. address ……………………………..…………………., represented by …………………………………………………………………………… from one part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>and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  <w:r>
        <w:rPr>
          <w:rFonts w:ascii="Arial Narrow" w:hAnsi="Arial Narrow"/>
          <w:lang w:eastAsia="zh-CN"/>
        </w:rPr>
        <w:t xml:space="preserve">…………………………………………. [name of the </w:t>
      </w:r>
      <w:r w:rsidRPr="008419EF">
        <w:rPr>
          <w:rFonts w:ascii="Arial Narrow" w:hAnsi="Arial Narrow"/>
          <w:b/>
          <w:lang w:eastAsia="zh-CN"/>
        </w:rPr>
        <w:t>Project Partner</w:t>
      </w:r>
      <w:r>
        <w:rPr>
          <w:rFonts w:ascii="Arial Narrow" w:hAnsi="Arial Narrow"/>
          <w:lang w:eastAsia="zh-CN"/>
        </w:rPr>
        <w:t>] with registration number …………. address …………………., represented by …………………………………………………………………………… from other part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116240">
      <w:pPr>
        <w:pStyle w:val="Default"/>
        <w:jc w:val="both"/>
        <w:rPr>
          <w:rFonts w:ascii="Arial Narrow" w:hAnsi="Arial Narrow"/>
        </w:rPr>
      </w:pPr>
      <w:r w:rsidRPr="00116240">
        <w:rPr>
          <w:rFonts w:ascii="Arial Narrow" w:hAnsi="Arial Narrow"/>
        </w:rPr>
        <w:t>(</w:t>
      </w:r>
      <w:r w:rsidRPr="00B26068">
        <w:rPr>
          <w:rFonts w:ascii="Arial Narrow" w:hAnsi="Arial Narrow"/>
          <w:i/>
        </w:rPr>
        <w:t>names and addresses of the Other Partners –</w:t>
      </w:r>
      <w:r w:rsidRPr="00B26068">
        <w:rPr>
          <w:rFonts w:ascii="Arial Narrow" w:hAnsi="Arial Narrow"/>
        </w:rPr>
        <w:t xml:space="preserve"> </w:t>
      </w:r>
      <w:r w:rsidRPr="00B26068">
        <w:rPr>
          <w:rFonts w:ascii="Arial Narrow" w:hAnsi="Arial Narrow"/>
          <w:i/>
        </w:rPr>
        <w:t>if applicable</w:t>
      </w:r>
      <w:r w:rsidRPr="00B26068">
        <w:rPr>
          <w:rFonts w:ascii="Arial Narrow" w:hAnsi="Arial Narrow"/>
        </w:rPr>
        <w:t>)</w:t>
      </w:r>
    </w:p>
    <w:p w:rsidR="0062626E" w:rsidRDefault="0062626E" w:rsidP="00116240">
      <w:pPr>
        <w:pStyle w:val="Default"/>
        <w:jc w:val="both"/>
        <w:rPr>
          <w:rFonts w:ascii="Arial Narrow" w:hAnsi="Arial Narrow"/>
          <w:lang w:eastAsia="zh-CN"/>
        </w:rPr>
      </w:pPr>
    </w:p>
    <w:p w:rsidR="0062626E" w:rsidRDefault="0062626E" w:rsidP="00B45BE1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:rsidR="0062626E" w:rsidRPr="00ED76E9" w:rsidRDefault="0062626E" w:rsidP="00ED76E9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ED76E9">
        <w:rPr>
          <w:rFonts w:ascii="Arial Narrow" w:hAnsi="Arial Narrow"/>
          <w:b/>
          <w:lang w:eastAsia="zh-CN"/>
        </w:rPr>
        <w:t>have agreed on the following: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The subject of the partnership between the aforementioned entities is the implementation of the project entitled ......................................................................................................, hereinafter called the Project, which shall  be implemented in ................................ </w:t>
      </w:r>
      <w:r w:rsidRPr="00116240">
        <w:rPr>
          <w:rFonts w:ascii="Arial Narrow" w:hAnsi="Arial Narrow"/>
          <w:i/>
          <w:sz w:val="24"/>
          <w:szCs w:val="24"/>
        </w:rPr>
        <w:t>(place/places of Project implementation)</w:t>
      </w:r>
      <w:r w:rsidRPr="00116240">
        <w:rPr>
          <w:rFonts w:ascii="Arial Narrow" w:hAnsi="Arial Narrow"/>
          <w:sz w:val="24"/>
          <w:szCs w:val="24"/>
        </w:rPr>
        <w:t xml:space="preserve">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between ........................................ </w:t>
      </w:r>
      <w:r w:rsidRPr="00116240">
        <w:rPr>
          <w:rFonts w:ascii="Arial Narrow" w:hAnsi="Arial Narrow"/>
          <w:i/>
          <w:sz w:val="24"/>
          <w:szCs w:val="24"/>
        </w:rPr>
        <w:t>(timing of Project implementation)</w:t>
      </w:r>
      <w:r w:rsidRPr="00116240">
        <w:rPr>
          <w:rFonts w:ascii="Arial Narrow" w:hAnsi="Arial Narrow"/>
          <w:sz w:val="24"/>
          <w:szCs w:val="24"/>
        </w:rPr>
        <w:t xml:space="preserve">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The co-operation between Applicant and Partners in the implementation of the Project shall consist in .................. </w:t>
      </w:r>
      <w:r w:rsidRPr="00116240">
        <w:rPr>
          <w:rFonts w:ascii="Arial Narrow" w:hAnsi="Arial Narrow"/>
          <w:i/>
          <w:sz w:val="24"/>
          <w:szCs w:val="24"/>
        </w:rPr>
        <w:t>(provide general rules of co-operation and fields of activity)</w:t>
      </w:r>
      <w:r w:rsidRPr="00116240">
        <w:rPr>
          <w:rFonts w:ascii="Arial Narrow" w:hAnsi="Arial Narrow"/>
          <w:sz w:val="24"/>
          <w:szCs w:val="24"/>
        </w:rPr>
        <w:t xml:space="preserve">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905797" w:rsidRDefault="0062626E" w:rsidP="00B45BE1">
      <w:pPr>
        <w:spacing w:after="0" w:line="240" w:lineRule="auto"/>
        <w:jc w:val="both"/>
        <w:rPr>
          <w:rFonts w:ascii="Arial Narrow" w:hAnsi="Arial Narrow"/>
          <w:i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Responsibilities shall be shared by Applicant and Partners in the following manner (</w:t>
      </w:r>
      <w:r w:rsidRPr="00116240">
        <w:rPr>
          <w:rFonts w:ascii="Arial Narrow" w:hAnsi="Arial Narrow"/>
          <w:i/>
          <w:sz w:val="24"/>
          <w:szCs w:val="24"/>
        </w:rPr>
        <w:t>determine the division of responsibilities among Partners in relation to the implementation of the Project, including financial management, and cash flow between Partners)</w:t>
      </w:r>
      <w:r w:rsidRPr="00116240">
        <w:rPr>
          <w:rFonts w:ascii="Arial Narrow" w:hAnsi="Arial Narrow"/>
          <w:sz w:val="24"/>
          <w:szCs w:val="24"/>
        </w:rPr>
        <w:t xml:space="preserve">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Project Promoter/</w:t>
      </w:r>
      <w:r w:rsidRPr="00116240">
        <w:rPr>
          <w:rFonts w:ascii="Arial Narrow" w:hAnsi="Arial Narrow"/>
          <w:sz w:val="24"/>
          <w:szCs w:val="24"/>
        </w:rPr>
        <w:t xml:space="preserve">Applicant: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 xml:space="preserve">Applicant is responsible for the implementation of the following activities within the project: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……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Partner: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>Partner is responsible for the implementation of the following activities within the project: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…..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Other Partners (</w:t>
      </w:r>
      <w:r w:rsidRPr="00116240">
        <w:rPr>
          <w:rFonts w:ascii="Arial Narrow" w:hAnsi="Arial Narrow"/>
          <w:i/>
          <w:sz w:val="24"/>
          <w:szCs w:val="24"/>
        </w:rPr>
        <w:t>if applicable</w:t>
      </w:r>
      <w:r w:rsidRPr="00116240">
        <w:rPr>
          <w:rFonts w:ascii="Arial Narrow" w:hAnsi="Arial Narrow"/>
          <w:sz w:val="24"/>
          <w:szCs w:val="24"/>
        </w:rPr>
        <w:t xml:space="preserve">):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eastAsia="pl-PL"/>
        </w:rPr>
      </w:pPr>
      <w:r w:rsidRPr="00116240">
        <w:rPr>
          <w:rFonts w:ascii="Arial Narrow" w:hAnsi="Arial Narrow"/>
          <w:sz w:val="24"/>
          <w:szCs w:val="24"/>
          <w:lang w:eastAsia="pl-PL"/>
        </w:rPr>
        <w:t>Partner is responsible for the implementation of the following activities within the project: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1.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 xml:space="preserve">2.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116240">
        <w:rPr>
          <w:rFonts w:ascii="Arial Narrow" w:hAnsi="Arial Narrow"/>
          <w:sz w:val="24"/>
          <w:szCs w:val="24"/>
        </w:rPr>
        <w:t>….</w:t>
      </w:r>
    </w:p>
    <w:p w:rsidR="0062626E" w:rsidRPr="00116240" w:rsidRDefault="0062626E" w:rsidP="00B45BE1">
      <w:pPr>
        <w:pStyle w:val="ListParagraph1"/>
        <w:ind w:left="426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estimated eligible expenses within the Project in amount of........................</w:t>
      </w:r>
      <w:r>
        <w:rPr>
          <w:rFonts w:ascii="Arial Narrow" w:hAnsi="Arial Narrow"/>
          <w:lang w:val="en-GB"/>
        </w:rPr>
        <w:t xml:space="preserve"> EURO </w:t>
      </w:r>
      <w:r w:rsidRPr="00116240">
        <w:rPr>
          <w:rFonts w:ascii="Arial Narrow" w:hAnsi="Arial Narrow"/>
          <w:lang w:val="en-GB"/>
        </w:rPr>
        <w:t>are allocated as follows: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…………. representing …% for the Applicant and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……….. …representing …% for the Partner 1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………….. representing …% for the Partner n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 xml:space="preserve">The Parties will provide financial means for the Project implementation according to the planned budget, for the activities that the Parties are responsible for, mentioned in the aforementioned paragraph. 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Parties commit themselves to provide the following own financial contribution to the Project</w:t>
      </w:r>
      <w:r>
        <w:rPr>
          <w:rFonts w:ascii="Arial Narrow" w:hAnsi="Arial Narrow"/>
          <w:lang w:val="en-GB"/>
        </w:rPr>
        <w:t xml:space="preserve"> (if applicable)</w:t>
      </w:r>
      <w:r w:rsidRPr="00116240">
        <w:rPr>
          <w:rFonts w:ascii="Arial Narrow" w:hAnsi="Arial Narrow"/>
          <w:lang w:val="en-GB"/>
        </w:rPr>
        <w:t>: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</w:t>
      </w:r>
      <w:r>
        <w:rPr>
          <w:rFonts w:ascii="Arial Narrow" w:hAnsi="Arial Narrow"/>
          <w:lang w:val="en-GB"/>
        </w:rPr>
        <w:t>he Applicant  ........ EURO/BGN</w:t>
      </w:r>
      <w:r w:rsidRPr="00116240">
        <w:rPr>
          <w:rFonts w:ascii="Arial Narrow" w:hAnsi="Arial Narrow"/>
          <w:lang w:val="en-GB"/>
        </w:rPr>
        <w:t>, i.e……. ...% of the own financ</w:t>
      </w:r>
      <w:r>
        <w:rPr>
          <w:rFonts w:ascii="Arial Narrow" w:hAnsi="Arial Narrow"/>
          <w:lang w:val="en-GB"/>
        </w:rPr>
        <w:t>ial contribution to the project (if applicable).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Partner</w:t>
      </w:r>
      <w:r>
        <w:rPr>
          <w:rFonts w:ascii="Arial Narrow" w:hAnsi="Arial Narrow"/>
          <w:lang w:val="en-GB"/>
        </w:rPr>
        <w:t xml:space="preserve"> - ……. EURO/BGN</w:t>
      </w:r>
      <w:r w:rsidRPr="00116240">
        <w:rPr>
          <w:rFonts w:ascii="Arial Narrow" w:hAnsi="Arial Narrow"/>
          <w:lang w:val="en-GB"/>
        </w:rPr>
        <w:t>, i.e. ……...% of the own financi</w:t>
      </w:r>
      <w:r>
        <w:rPr>
          <w:rFonts w:ascii="Arial Narrow" w:hAnsi="Arial Narrow"/>
          <w:lang w:val="en-GB"/>
        </w:rPr>
        <w:t>al contribution to the project (if applicable).</w:t>
      </w:r>
    </w:p>
    <w:p w:rsidR="0062626E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en-GB"/>
        </w:rPr>
        <w:t>[</w:t>
      </w:r>
      <w:r w:rsidRPr="00ED76E9">
        <w:rPr>
          <w:rFonts w:ascii="Arial Narrow" w:hAnsi="Arial Narrow"/>
          <w:i/>
          <w:lang w:val="en-GB"/>
        </w:rPr>
        <w:t>enter information for each partner</w:t>
      </w:r>
      <w:r>
        <w:rPr>
          <w:rFonts w:ascii="Arial Narrow" w:hAnsi="Arial Narrow"/>
          <w:lang w:val="en-GB"/>
        </w:rPr>
        <w:t>]</w:t>
      </w: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</w:p>
    <w:p w:rsidR="0062626E" w:rsidRPr="00116240" w:rsidRDefault="0062626E" w:rsidP="00B45BE1">
      <w:pPr>
        <w:pStyle w:val="ListParagraph1"/>
        <w:ind w:left="0"/>
        <w:jc w:val="both"/>
        <w:rPr>
          <w:rFonts w:ascii="Arial Narrow" w:hAnsi="Arial Narrow"/>
          <w:lang w:val="en-GB"/>
        </w:rPr>
      </w:pPr>
      <w:r w:rsidRPr="00116240">
        <w:rPr>
          <w:rFonts w:ascii="Arial Narrow" w:hAnsi="Arial Narrow"/>
          <w:lang w:val="en-GB"/>
        </w:rPr>
        <w:t>The detailed allocation of funds for the project implementation between the Applicant and the Partner i</w:t>
      </w:r>
      <w:r>
        <w:rPr>
          <w:rFonts w:ascii="Arial Narrow" w:hAnsi="Arial Narrow"/>
          <w:lang w:val="en-GB"/>
        </w:rPr>
        <w:t>s presented in the Budget (enclosed to application package within current</w:t>
      </w:r>
      <w:r w:rsidRPr="00116240">
        <w:rPr>
          <w:rFonts w:ascii="Arial Narrow" w:hAnsi="Arial Narrow"/>
          <w:lang w:val="en-GB"/>
        </w:rPr>
        <w:t xml:space="preserve"> Call for Proposals). 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116240">
        <w:rPr>
          <w:rFonts w:ascii="Arial Narrow" w:hAnsi="Arial Narrow"/>
          <w:sz w:val="24"/>
          <w:szCs w:val="24"/>
        </w:rPr>
        <w:t xml:space="preserve">The Parties shall conclude a Partnership Agreement and submit it to the Programme Operator before signing the project contract, in order to receive a grant from the Programme BG08 </w:t>
      </w:r>
      <w:r w:rsidRPr="00116240">
        <w:rPr>
          <w:rFonts w:ascii="Arial Narrow" w:hAnsi="Arial Narrow"/>
          <w:color w:val="000000"/>
          <w:sz w:val="24"/>
          <w:szCs w:val="24"/>
        </w:rPr>
        <w:t>“Cultural Heritage and Contemporary Arts</w:t>
      </w:r>
      <w:r w:rsidRPr="00116240">
        <w:rPr>
          <w:rFonts w:ascii="Arial Narrow" w:hAnsi="Arial Narrow"/>
          <w:sz w:val="24"/>
          <w:szCs w:val="24"/>
          <w:lang w:val="en-GB"/>
        </w:rPr>
        <w:t>”.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Pr="00ED76E9" w:rsidRDefault="0062626E" w:rsidP="00ED76E9">
      <w:pPr>
        <w:autoSpaceDE w:val="0"/>
        <w:autoSpaceDN w:val="0"/>
        <w:adjustRightInd w:val="0"/>
        <w:jc w:val="both"/>
        <w:rPr>
          <w:rFonts w:ascii="Arial Narrow" w:hAnsi="Arial Narrow"/>
          <w:sz w:val="24"/>
          <w:szCs w:val="24"/>
        </w:rPr>
      </w:pPr>
      <w:r w:rsidRPr="00ED76E9">
        <w:rPr>
          <w:rFonts w:ascii="Arial Narrow" w:hAnsi="Arial Narrow"/>
          <w:sz w:val="24"/>
          <w:szCs w:val="24"/>
        </w:rPr>
        <w:t xml:space="preserve">This </w:t>
      </w:r>
      <w:r>
        <w:rPr>
          <w:rFonts w:ascii="Arial Narrow" w:hAnsi="Arial Narrow"/>
          <w:sz w:val="24"/>
          <w:szCs w:val="24"/>
        </w:rPr>
        <w:t>L</w:t>
      </w:r>
      <w:r w:rsidRPr="00116240">
        <w:rPr>
          <w:rFonts w:ascii="Arial Narrow" w:hAnsi="Arial Narrow"/>
          <w:sz w:val="24"/>
          <w:szCs w:val="24"/>
        </w:rPr>
        <w:t xml:space="preserve">etter of </w:t>
      </w:r>
      <w:r>
        <w:rPr>
          <w:rFonts w:ascii="Arial Narrow" w:hAnsi="Arial Narrow"/>
          <w:sz w:val="24"/>
          <w:szCs w:val="24"/>
        </w:rPr>
        <w:t xml:space="preserve">partnership </w:t>
      </w:r>
      <w:r w:rsidRPr="00116240">
        <w:rPr>
          <w:rFonts w:ascii="Arial Narrow" w:hAnsi="Arial Narrow"/>
          <w:sz w:val="24"/>
          <w:szCs w:val="24"/>
        </w:rPr>
        <w:t xml:space="preserve">intent </w:t>
      </w:r>
      <w:r w:rsidRPr="00ED76E9">
        <w:rPr>
          <w:rFonts w:ascii="Arial Narrow" w:hAnsi="Arial Narrow"/>
          <w:sz w:val="24"/>
          <w:szCs w:val="24"/>
        </w:rPr>
        <w:t xml:space="preserve">has been signed in ………….. identical copies – one for the Programme Operator, one for the </w:t>
      </w:r>
      <w:r>
        <w:rPr>
          <w:rFonts w:ascii="Arial Narrow" w:hAnsi="Arial Narrow"/>
          <w:sz w:val="24"/>
          <w:szCs w:val="24"/>
        </w:rPr>
        <w:t>Applicant/</w:t>
      </w:r>
      <w:r w:rsidRPr="00ED76E9">
        <w:rPr>
          <w:rFonts w:ascii="Arial Narrow" w:hAnsi="Arial Narrow"/>
          <w:sz w:val="24"/>
          <w:szCs w:val="24"/>
        </w:rPr>
        <w:t>Project Promoter, one for the Project Partner.</w:t>
      </w:r>
    </w:p>
    <w:p w:rsidR="0062626E" w:rsidRPr="00116240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provisions of this L</w:t>
      </w:r>
      <w:r w:rsidRPr="00116240">
        <w:rPr>
          <w:rFonts w:ascii="Arial Narrow" w:hAnsi="Arial Narrow"/>
          <w:sz w:val="24"/>
          <w:szCs w:val="24"/>
        </w:rPr>
        <w:t xml:space="preserve">etter of intent shall come into force upon the day of the last signature. </w:t>
      </w:r>
    </w:p>
    <w:p w:rsidR="0062626E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62626E" w:rsidRDefault="0062626E" w:rsidP="00B45BE1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tbl>
      <w:tblPr>
        <w:tblW w:w="0" w:type="auto"/>
        <w:tblLook w:val="01E0"/>
      </w:tblPr>
      <w:tblGrid>
        <w:gridCol w:w="4946"/>
        <w:gridCol w:w="4947"/>
      </w:tblGrid>
      <w:tr w:rsidR="0062626E" w:rsidTr="00155D64">
        <w:tc>
          <w:tcPr>
            <w:tcW w:w="4946" w:type="dxa"/>
          </w:tcPr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of Applicant]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and title of legal representative]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[Signature and stamp]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[town/city, date]</w:t>
            </w:r>
          </w:p>
        </w:tc>
        <w:tc>
          <w:tcPr>
            <w:tcW w:w="4947" w:type="dxa"/>
          </w:tcPr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of Project Partner]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[Name and title of legal representative]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[Signature and stamp]</w:t>
            </w:r>
          </w:p>
          <w:p w:rsidR="0062626E" w:rsidRPr="00155D64" w:rsidRDefault="0062626E" w:rsidP="00155D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55D64">
              <w:rPr>
                <w:rFonts w:ascii="Arial Narrow" w:hAnsi="Arial Narrow"/>
                <w:sz w:val="24"/>
                <w:szCs w:val="24"/>
              </w:rPr>
              <w:t>[town/city, date]</w:t>
            </w:r>
          </w:p>
        </w:tc>
      </w:tr>
    </w:tbl>
    <w:p w:rsidR="0062626E" w:rsidRDefault="0062626E" w:rsidP="00ED76E9">
      <w:pPr>
        <w:autoSpaceDE w:val="0"/>
        <w:autoSpaceDN w:val="0"/>
        <w:adjustRightInd w:val="0"/>
        <w:jc w:val="both"/>
        <w:rPr>
          <w:rFonts w:ascii="Arial Narrow" w:hAnsi="Arial Narrow"/>
          <w:szCs w:val="24"/>
          <w:lang w:eastAsia="zh-CN"/>
        </w:rPr>
      </w:pPr>
    </w:p>
    <w:sectPr w:rsidR="0062626E" w:rsidSect="00F6044D">
      <w:headerReference w:type="default" r:id="rId7"/>
      <w:footerReference w:type="default" r:id="rId8"/>
      <w:pgSz w:w="11907" w:h="16839" w:code="9"/>
      <w:pgMar w:top="862" w:right="1077" w:bottom="862" w:left="107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26E" w:rsidRDefault="0062626E" w:rsidP="00CF03D4">
      <w:pPr>
        <w:spacing w:after="0" w:line="240" w:lineRule="auto"/>
      </w:pPr>
      <w:r>
        <w:separator/>
      </w:r>
    </w:p>
  </w:endnote>
  <w:endnote w:type="continuationSeparator" w:id="0">
    <w:p w:rsidR="0062626E" w:rsidRDefault="0062626E" w:rsidP="00CF0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626E" w:rsidRPr="00557F36" w:rsidRDefault="0062626E" w:rsidP="00557F36">
    <w:pPr>
      <w:pStyle w:val="Footer"/>
    </w:pPr>
    <w:bookmarkStart w:id="1" w:name="_GoBack"/>
    <w:bookmarkEnd w:id="1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26E" w:rsidRDefault="0062626E" w:rsidP="00CF03D4">
      <w:pPr>
        <w:spacing w:after="0" w:line="240" w:lineRule="auto"/>
      </w:pPr>
      <w:r>
        <w:separator/>
      </w:r>
    </w:p>
  </w:footnote>
  <w:footnote w:type="continuationSeparator" w:id="0">
    <w:p w:rsidR="0062626E" w:rsidRDefault="0062626E" w:rsidP="00CF0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10" w:type="dxa"/>
      <w:tblInd w:w="658" w:type="dxa"/>
      <w:tblBorders>
        <w:insideH w:val="single" w:sz="4" w:space="0" w:color="auto"/>
      </w:tblBorders>
      <w:tblLook w:val="01E0"/>
    </w:tblPr>
    <w:tblGrid>
      <w:gridCol w:w="1747"/>
      <w:gridCol w:w="7163"/>
    </w:tblGrid>
    <w:tr w:rsidR="0062626E" w:rsidRPr="006C3F89" w:rsidTr="0005696D">
      <w:tc>
        <w:tcPr>
          <w:tcW w:w="1747" w:type="dxa"/>
        </w:tcPr>
        <w:p w:rsidR="0062626E" w:rsidRPr="006C3F89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Times New Roman" w:hAnsi="Times New Roman"/>
              <w:b/>
              <w:color w:val="808080"/>
              <w:sz w:val="36"/>
              <w:szCs w:val="36"/>
              <w:lang w:val="en-GB"/>
            </w:rPr>
          </w:pPr>
          <w:r w:rsidRPr="00B3477C">
            <w:rPr>
              <w:rFonts w:ascii="Times New Roman" w:hAnsi="Times New Roman"/>
              <w:b/>
              <w:color w:val="808080"/>
              <w:sz w:val="36"/>
              <w:szCs w:val="36"/>
              <w:lang w:val="en-GB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6.5pt;height:55.5pt">
                <v:imagedata r:id="rId1" o:title=""/>
              </v:shape>
            </w:pict>
          </w:r>
        </w:p>
      </w:tc>
      <w:tc>
        <w:tcPr>
          <w:tcW w:w="7163" w:type="dxa"/>
        </w:tcPr>
        <w:p w:rsidR="0062626E" w:rsidRPr="00116240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Arial Narrow" w:hAnsi="Arial Narrow"/>
              <w:b/>
              <w:color w:val="808080"/>
              <w:sz w:val="28"/>
              <w:szCs w:val="28"/>
            </w:rPr>
          </w:pPr>
          <w:r w:rsidRPr="00116240">
            <w:rPr>
              <w:rFonts w:ascii="Arial Narrow" w:hAnsi="Arial Narrow"/>
              <w:b/>
              <w:color w:val="808080"/>
              <w:sz w:val="28"/>
              <w:szCs w:val="28"/>
            </w:rPr>
            <w:t>Programme BG08</w:t>
          </w:r>
        </w:p>
        <w:p w:rsidR="0062626E" w:rsidRPr="006C3F89" w:rsidRDefault="0062626E" w:rsidP="0039650E">
          <w:pPr>
            <w:autoSpaceDE w:val="0"/>
            <w:autoSpaceDN w:val="0"/>
            <w:adjustRightInd w:val="0"/>
            <w:spacing w:after="0" w:line="360" w:lineRule="auto"/>
            <w:jc w:val="center"/>
            <w:rPr>
              <w:rFonts w:ascii="Times New Roman" w:hAnsi="Times New Roman"/>
              <w:b/>
              <w:color w:val="808080"/>
              <w:sz w:val="36"/>
              <w:szCs w:val="36"/>
            </w:rPr>
          </w:pPr>
          <w:r w:rsidRPr="00116240">
            <w:rPr>
              <w:rFonts w:ascii="Arial Narrow" w:hAnsi="Arial Narrow"/>
              <w:b/>
              <w:color w:val="333399"/>
              <w:sz w:val="28"/>
              <w:szCs w:val="28"/>
            </w:rPr>
            <w:t>“Cultural Heritage and Contemporary Arts”</w:t>
          </w:r>
        </w:p>
      </w:tc>
    </w:tr>
  </w:tbl>
  <w:p w:rsidR="0062626E" w:rsidRDefault="006262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C42E2"/>
    <w:multiLevelType w:val="hybridMultilevel"/>
    <w:tmpl w:val="1290811E"/>
    <w:lvl w:ilvl="0" w:tplc="C40EE13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5F04"/>
    <w:rsid w:val="00041442"/>
    <w:rsid w:val="00056505"/>
    <w:rsid w:val="0005696D"/>
    <w:rsid w:val="00097F73"/>
    <w:rsid w:val="000B06BB"/>
    <w:rsid w:val="000D5F3D"/>
    <w:rsid w:val="000F210D"/>
    <w:rsid w:val="00116240"/>
    <w:rsid w:val="00120939"/>
    <w:rsid w:val="00146BF4"/>
    <w:rsid w:val="00155D64"/>
    <w:rsid w:val="001F7741"/>
    <w:rsid w:val="002D3A6E"/>
    <w:rsid w:val="003275F4"/>
    <w:rsid w:val="0039650E"/>
    <w:rsid w:val="00432DF8"/>
    <w:rsid w:val="004656C7"/>
    <w:rsid w:val="00476DF1"/>
    <w:rsid w:val="004F6C25"/>
    <w:rsid w:val="00517513"/>
    <w:rsid w:val="0055579B"/>
    <w:rsid w:val="00557F36"/>
    <w:rsid w:val="005C102F"/>
    <w:rsid w:val="006053B6"/>
    <w:rsid w:val="0062626E"/>
    <w:rsid w:val="006371F2"/>
    <w:rsid w:val="0063741F"/>
    <w:rsid w:val="0067770E"/>
    <w:rsid w:val="006C3F89"/>
    <w:rsid w:val="006F453B"/>
    <w:rsid w:val="0070259A"/>
    <w:rsid w:val="007049B8"/>
    <w:rsid w:val="00754AA5"/>
    <w:rsid w:val="007A17B6"/>
    <w:rsid w:val="007C25B6"/>
    <w:rsid w:val="008371F6"/>
    <w:rsid w:val="008419EF"/>
    <w:rsid w:val="008856B8"/>
    <w:rsid w:val="008C7E63"/>
    <w:rsid w:val="008F40C0"/>
    <w:rsid w:val="00905797"/>
    <w:rsid w:val="0090632F"/>
    <w:rsid w:val="0091131E"/>
    <w:rsid w:val="00914620"/>
    <w:rsid w:val="00934285"/>
    <w:rsid w:val="00943731"/>
    <w:rsid w:val="00976F6D"/>
    <w:rsid w:val="00982465"/>
    <w:rsid w:val="00995F2F"/>
    <w:rsid w:val="00AA5409"/>
    <w:rsid w:val="00B0029F"/>
    <w:rsid w:val="00B01BAA"/>
    <w:rsid w:val="00B22E1C"/>
    <w:rsid w:val="00B26068"/>
    <w:rsid w:val="00B3477C"/>
    <w:rsid w:val="00B43A5F"/>
    <w:rsid w:val="00B45BE1"/>
    <w:rsid w:val="00BB16A4"/>
    <w:rsid w:val="00C92275"/>
    <w:rsid w:val="00CF03D4"/>
    <w:rsid w:val="00D12783"/>
    <w:rsid w:val="00D25F04"/>
    <w:rsid w:val="00DA35BA"/>
    <w:rsid w:val="00DA60E4"/>
    <w:rsid w:val="00E32F37"/>
    <w:rsid w:val="00E52A36"/>
    <w:rsid w:val="00E812A6"/>
    <w:rsid w:val="00E840C9"/>
    <w:rsid w:val="00ED76E9"/>
    <w:rsid w:val="00F36BF5"/>
    <w:rsid w:val="00F6044D"/>
    <w:rsid w:val="00F75556"/>
    <w:rsid w:val="00FB70D4"/>
    <w:rsid w:val="00FC7BD6"/>
    <w:rsid w:val="00FE6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2A6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F03D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F03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F03D4"/>
    <w:rPr>
      <w:rFonts w:cs="Times New Roman"/>
    </w:rPr>
  </w:style>
  <w:style w:type="paragraph" w:customStyle="1" w:styleId="ListParagraph1">
    <w:name w:val="List Paragraph1"/>
    <w:basedOn w:val="Normal"/>
    <w:uiPriority w:val="99"/>
    <w:rsid w:val="00E840C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1F7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774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371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99"/>
    <w:qFormat/>
    <w:rsid w:val="00F6044D"/>
    <w:rPr>
      <w:rFonts w:cs="Times New Roman"/>
      <w:b/>
    </w:rPr>
  </w:style>
  <w:style w:type="table" w:styleId="TableGrid">
    <w:name w:val="Table Grid"/>
    <w:basedOn w:val="TableNormal"/>
    <w:uiPriority w:val="99"/>
    <w:locked/>
    <w:rsid w:val="00ED76E9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9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9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19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99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2</Pages>
  <Words>545</Words>
  <Characters>3113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of partnership intent</dc:title>
  <dc:subject/>
  <dc:creator>User</dc:creator>
  <cp:keywords/>
  <dc:description/>
  <cp:lastModifiedBy>a.stoikova</cp:lastModifiedBy>
  <cp:revision>12</cp:revision>
  <cp:lastPrinted>2014-02-15T12:09:00Z</cp:lastPrinted>
  <dcterms:created xsi:type="dcterms:W3CDTF">2014-01-15T13:59:00Z</dcterms:created>
  <dcterms:modified xsi:type="dcterms:W3CDTF">2014-02-15T12:13:00Z</dcterms:modified>
</cp:coreProperties>
</file>